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Liste des équipements, installations et matériels couverts par le présent marché et niveaux de criticité </w:t>
                          </w:r>
                          <w:proofErr w:type="gramStart"/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associés.</w:t>
                          </w:r>
                          <w:proofErr w:type="gramEnd"/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D02629" w:rsidRDefault="00D02629" w:rsidP="00D02629"/>
        <w:p w:rsidR="00D02629" w:rsidRPr="00EA7497" w:rsidRDefault="00BC0441" w:rsidP="00D02629">
          <w:pPr>
            <w:jc w:val="center"/>
            <w:rPr>
              <w:sz w:val="40"/>
              <w:szCs w:val="40"/>
            </w:rPr>
          </w:pPr>
          <w:r>
            <w:rPr>
              <w:sz w:val="40"/>
              <w:szCs w:val="40"/>
            </w:rPr>
            <w:t>Voir DOCUMENT</w:t>
          </w:r>
          <w:r w:rsidR="00D02629" w:rsidRPr="00EA7497">
            <w:rPr>
              <w:sz w:val="40"/>
              <w:szCs w:val="40"/>
            </w:rPr>
            <w:t xml:space="preserve"> MONOGRAPHIE</w:t>
          </w:r>
        </w:p>
        <w:p w:rsidR="00491366" w:rsidRDefault="00491366" w:rsidP="00410AFD"/>
        <w:p w:rsidR="00A62094" w:rsidRDefault="00A62094" w:rsidP="00410AFD"/>
        <w:p w:rsidR="00410AFD" w:rsidRPr="00FB214C" w:rsidRDefault="00907B7C" w:rsidP="00FB214C"/>
      </w:sdtContent>
    </w:sdt>
    <w:sectPr w:rsidR="00410AFD" w:rsidRPr="00FB214C" w:rsidSect="006B6B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B7C" w:rsidRDefault="00907B7C" w:rsidP="00EA6B59">
      <w:pPr>
        <w:spacing w:after="0" w:line="240" w:lineRule="auto"/>
      </w:pPr>
      <w:r>
        <w:separator/>
      </w:r>
    </w:p>
  </w:endnote>
  <w:endnote w:type="continuationSeparator" w:id="0">
    <w:p w:rsidR="00907B7C" w:rsidRDefault="00907B7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6" w:rsidRDefault="004562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14C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D53D17">
      <w:t>26 011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B7C" w:rsidRDefault="00907B7C" w:rsidP="00EA6B59">
      <w:pPr>
        <w:spacing w:after="0" w:line="240" w:lineRule="auto"/>
      </w:pPr>
      <w:r>
        <w:separator/>
      </w:r>
    </w:p>
  </w:footnote>
  <w:footnote w:type="continuationSeparator" w:id="0">
    <w:p w:rsidR="00907B7C" w:rsidRDefault="00907B7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6" w:rsidRDefault="004562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2D6" w:rsidRDefault="004562D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562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3D67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07B7C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0441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1576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2629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3D17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9E6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214C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0A17F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6F5D159-3E88-4A76-864F-1005441A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4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12</cp:revision>
  <dcterms:created xsi:type="dcterms:W3CDTF">2020-06-03T10:10:00Z</dcterms:created>
  <dcterms:modified xsi:type="dcterms:W3CDTF">2026-02-17T10:22:00Z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